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D90" w:rsidRPr="00774071" w:rsidRDefault="00747D90" w:rsidP="00C624C1">
      <w:pPr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</w:p>
    <w:p w:rsidR="00747D90" w:rsidRDefault="00747D90" w:rsidP="00C624C1">
      <w:pPr>
        <w:rPr>
          <w:rFonts w:ascii="Times New Roman" w:hAnsi="Times New Roman"/>
          <w:b/>
          <w:sz w:val="32"/>
          <w:szCs w:val="32"/>
        </w:rPr>
      </w:pPr>
      <w:r w:rsidRPr="00774071">
        <w:rPr>
          <w:rFonts w:ascii="Times New Roman" w:hAnsi="Times New Roman"/>
          <w:b/>
          <w:sz w:val="32"/>
          <w:szCs w:val="32"/>
        </w:rPr>
        <w:t>Направление: Декоративно-прикладное творчество</w:t>
      </w:r>
    </w:p>
    <w:p w:rsidR="00747D90" w:rsidRPr="00774071" w:rsidRDefault="00747D90" w:rsidP="00C624C1">
      <w:pPr>
        <w:rPr>
          <w:rFonts w:ascii="Times New Roman" w:hAnsi="Times New Roman"/>
          <w:sz w:val="32"/>
          <w:szCs w:val="32"/>
        </w:rPr>
      </w:pPr>
      <w:r w:rsidRPr="00774071">
        <w:rPr>
          <w:rFonts w:ascii="Times New Roman" w:hAnsi="Times New Roman"/>
          <w:sz w:val="32"/>
          <w:szCs w:val="32"/>
        </w:rPr>
        <w:t>«Домашняя мастерская»</w:t>
      </w:r>
      <w:r>
        <w:rPr>
          <w:rFonts w:ascii="Times New Roman" w:hAnsi="Times New Roman"/>
          <w:sz w:val="32"/>
          <w:szCs w:val="32"/>
        </w:rPr>
        <w:t xml:space="preserve"> Юный флорист</w:t>
      </w:r>
    </w:p>
    <w:p w:rsidR="00747D90" w:rsidRDefault="00747D90" w:rsidP="002E6098">
      <w:pPr>
        <w:rPr>
          <w:rFonts w:ascii="Times New Roman" w:hAnsi="Times New Roman"/>
          <w:sz w:val="32"/>
          <w:szCs w:val="32"/>
        </w:rPr>
      </w:pPr>
      <w:r w:rsidRPr="00774071">
        <w:rPr>
          <w:rFonts w:ascii="Times New Roman" w:hAnsi="Times New Roman"/>
          <w:b/>
          <w:sz w:val="32"/>
          <w:szCs w:val="32"/>
        </w:rPr>
        <w:t>Тема работы:</w:t>
      </w:r>
      <w:r>
        <w:rPr>
          <w:rFonts w:ascii="Times New Roman" w:hAnsi="Times New Roman"/>
          <w:sz w:val="32"/>
          <w:szCs w:val="32"/>
        </w:rPr>
        <w:t xml:space="preserve">  «Нежность»</w:t>
      </w:r>
    </w:p>
    <w:p w:rsidR="00747D90" w:rsidRPr="00774071" w:rsidRDefault="00747D90" w:rsidP="00C624C1">
      <w:pPr>
        <w:rPr>
          <w:rFonts w:ascii="Times New Roman" w:hAnsi="Times New Roman"/>
          <w:b/>
          <w:sz w:val="32"/>
          <w:szCs w:val="32"/>
        </w:rPr>
      </w:pPr>
      <w:r w:rsidRPr="00774071">
        <w:rPr>
          <w:rFonts w:ascii="Times New Roman" w:hAnsi="Times New Roman"/>
          <w:b/>
          <w:sz w:val="32"/>
          <w:szCs w:val="32"/>
        </w:rPr>
        <w:t>Возрастная категория:</w:t>
      </w:r>
    </w:p>
    <w:p w:rsidR="00747D90" w:rsidRDefault="00747D90" w:rsidP="0003442E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Пятая: с 15 до 17 лет</w:t>
      </w:r>
    </w:p>
    <w:p w:rsidR="00747D90" w:rsidRDefault="00747D90" w:rsidP="00544FD8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Сорокина Ирина Александровна </w:t>
      </w:r>
      <w:r w:rsidRPr="00774071">
        <w:rPr>
          <w:rFonts w:ascii="Times New Roman" w:hAnsi="Times New Roman"/>
          <w:b/>
          <w:sz w:val="32"/>
          <w:szCs w:val="32"/>
        </w:rPr>
        <w:t xml:space="preserve">, </w:t>
      </w:r>
      <w:r>
        <w:rPr>
          <w:rFonts w:ascii="Times New Roman" w:hAnsi="Times New Roman"/>
          <w:b/>
          <w:sz w:val="32"/>
          <w:szCs w:val="32"/>
        </w:rPr>
        <w:t>16 лет</w:t>
      </w:r>
      <w:r>
        <w:rPr>
          <w:rFonts w:ascii="Times New Roman" w:hAnsi="Times New Roman"/>
          <w:sz w:val="32"/>
          <w:szCs w:val="32"/>
        </w:rPr>
        <w:t xml:space="preserve"> ( обучающаяся  МОУ «Насоновская СОШ» Валуйского района Белгородской области ) композиция из ветки вишни, живых цветов плетистой розы , ветки клематиса.</w:t>
      </w:r>
    </w:p>
    <w:p w:rsidR="00747D90" w:rsidRPr="00774071" w:rsidRDefault="00747D90" w:rsidP="00544FD8">
      <w:pPr>
        <w:rPr>
          <w:rFonts w:ascii="Times New Roman" w:hAnsi="Times New Roman"/>
          <w:sz w:val="32"/>
          <w:szCs w:val="32"/>
          <w:u w:val="single"/>
        </w:rPr>
      </w:pPr>
      <w:r w:rsidRPr="00774071">
        <w:rPr>
          <w:rFonts w:ascii="Times New Roman" w:hAnsi="Times New Roman"/>
          <w:sz w:val="32"/>
          <w:szCs w:val="32"/>
          <w:u w:val="single"/>
        </w:rPr>
        <w:t>Материал:</w:t>
      </w:r>
      <w:r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774071">
        <w:rPr>
          <w:rFonts w:ascii="Times New Roman" w:hAnsi="Times New Roman"/>
          <w:sz w:val="32"/>
          <w:szCs w:val="32"/>
        </w:rPr>
        <w:t>клей</w:t>
      </w:r>
      <w:r>
        <w:rPr>
          <w:rFonts w:ascii="Times New Roman" w:hAnsi="Times New Roman"/>
          <w:sz w:val="32"/>
          <w:szCs w:val="32"/>
        </w:rPr>
        <w:t xml:space="preserve"> ПВА, ножницы, нитки, ветка вишни, одноразовая посуда, флористическая губка, клеевой пистолет, свечи- гильзы.  </w:t>
      </w:r>
    </w:p>
    <w:p w:rsidR="00747D90" w:rsidRPr="00C624C1" w:rsidRDefault="00747D90" w:rsidP="002E6098">
      <w:pPr>
        <w:rPr>
          <w:rFonts w:ascii="Times New Roman" w:hAnsi="Times New Roman"/>
          <w:sz w:val="32"/>
          <w:szCs w:val="32"/>
        </w:rPr>
      </w:pPr>
      <w:r w:rsidRPr="00774071">
        <w:rPr>
          <w:rFonts w:ascii="Times New Roman" w:hAnsi="Times New Roman"/>
          <w:sz w:val="32"/>
          <w:szCs w:val="32"/>
          <w:u w:val="single"/>
        </w:rPr>
        <w:t>Технология изготовления</w:t>
      </w:r>
      <w:r>
        <w:rPr>
          <w:rFonts w:ascii="Times New Roman" w:hAnsi="Times New Roman"/>
          <w:sz w:val="32"/>
          <w:szCs w:val="32"/>
        </w:rPr>
        <w:t>: для создания основы ветка вишни была аккуратно обмотана обычной белой нитью, затем с помощью пистолета были прикреплены свечи и  одноразовые стаканы для флористической гибки. В одноразовые стаканы была помещена предварительно намоченная флористическая губка и букетики роз. Основа  была украшена веточкой клематиса.</w:t>
      </w:r>
    </w:p>
    <w:sectPr w:rsidR="00747D90" w:rsidRPr="00C624C1" w:rsidSect="00D46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24C1"/>
    <w:rsid w:val="0003442E"/>
    <w:rsid w:val="000D14D9"/>
    <w:rsid w:val="0017303E"/>
    <w:rsid w:val="00226D6F"/>
    <w:rsid w:val="002E6098"/>
    <w:rsid w:val="00310F53"/>
    <w:rsid w:val="003F3475"/>
    <w:rsid w:val="003F3D24"/>
    <w:rsid w:val="00446F45"/>
    <w:rsid w:val="00544FD8"/>
    <w:rsid w:val="00693184"/>
    <w:rsid w:val="006A312F"/>
    <w:rsid w:val="00747D90"/>
    <w:rsid w:val="00774071"/>
    <w:rsid w:val="008D7A27"/>
    <w:rsid w:val="00915C71"/>
    <w:rsid w:val="0094661C"/>
    <w:rsid w:val="00AB34FC"/>
    <w:rsid w:val="00C624C1"/>
    <w:rsid w:val="00CE17A5"/>
    <w:rsid w:val="00D46E28"/>
    <w:rsid w:val="00F55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E2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</TotalTime>
  <Pages>1</Pages>
  <Words>120</Words>
  <Characters>689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Ирина</cp:lastModifiedBy>
  <cp:revision>11</cp:revision>
  <cp:lastPrinted>2015-11-26T17:18:00Z</cp:lastPrinted>
  <dcterms:created xsi:type="dcterms:W3CDTF">2015-11-26T17:02:00Z</dcterms:created>
  <dcterms:modified xsi:type="dcterms:W3CDTF">2016-06-12T18:44:00Z</dcterms:modified>
</cp:coreProperties>
</file>